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39" w:rsidRDefault="000C2F4F" w:rsidP="000C2F4F">
      <w:pPr>
        <w:jc w:val="center"/>
        <w:rPr>
          <w:b/>
        </w:rPr>
      </w:pPr>
      <w:r>
        <w:rPr>
          <w:b/>
        </w:rPr>
        <w:t>Book/Article Summary</w:t>
      </w:r>
    </w:p>
    <w:p w:rsidR="000C2F4F" w:rsidRDefault="000C2F4F" w:rsidP="000C2F4F">
      <w:pPr>
        <w:jc w:val="center"/>
        <w:rPr>
          <w:b/>
        </w:rPr>
      </w:pPr>
    </w:p>
    <w:p w:rsidR="000C2F4F" w:rsidRDefault="000C2F4F" w:rsidP="000C2F4F">
      <w:pPr>
        <w:rPr>
          <w:b/>
        </w:rPr>
      </w:pPr>
      <w:r>
        <w:rPr>
          <w:b/>
        </w:rPr>
        <w:t>Complete Citation:</w:t>
      </w: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3D5D74" w:rsidRDefault="003D5D74" w:rsidP="000C2F4F">
      <w:pPr>
        <w:rPr>
          <w:b/>
        </w:rPr>
      </w:pPr>
      <w:r>
        <w:rPr>
          <w:b/>
        </w:rPr>
        <w:t>Purpose of the study:</w:t>
      </w:r>
    </w:p>
    <w:p w:rsidR="003D5D74" w:rsidRDefault="003D5D74" w:rsidP="000C2F4F">
      <w:pPr>
        <w:rPr>
          <w:b/>
        </w:rPr>
      </w:pPr>
    </w:p>
    <w:p w:rsidR="003D5D74" w:rsidRDefault="003D5D74" w:rsidP="000C2F4F">
      <w:pPr>
        <w:rPr>
          <w:b/>
        </w:rPr>
      </w:pPr>
    </w:p>
    <w:p w:rsidR="003D5D74" w:rsidRDefault="003D5D74" w:rsidP="000C2F4F">
      <w:pPr>
        <w:rPr>
          <w:b/>
        </w:rPr>
      </w:pPr>
    </w:p>
    <w:p w:rsidR="003D5D74" w:rsidRDefault="003D5D74" w:rsidP="000C2F4F">
      <w:pPr>
        <w:rPr>
          <w:b/>
        </w:rPr>
      </w:pPr>
    </w:p>
    <w:p w:rsidR="000C2F4F" w:rsidRDefault="000C2F4F" w:rsidP="000C2F4F">
      <w:pPr>
        <w:rPr>
          <w:b/>
        </w:rPr>
      </w:pPr>
      <w:r>
        <w:rPr>
          <w:b/>
        </w:rPr>
        <w:t>Summary:</w:t>
      </w: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  <w:r>
        <w:rPr>
          <w:b/>
        </w:rPr>
        <w:t>Methodology:</w:t>
      </w: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  <w:r>
        <w:rPr>
          <w:b/>
        </w:rPr>
        <w:t>Results:</w:t>
      </w: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  <w:r>
        <w:rPr>
          <w:b/>
        </w:rPr>
        <w:t>Conclusions:</w:t>
      </w: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  <w:r>
        <w:rPr>
          <w:b/>
        </w:rPr>
        <w:t xml:space="preserve">Application to </w:t>
      </w:r>
      <w:r w:rsidR="00C652BA">
        <w:rPr>
          <w:b/>
        </w:rPr>
        <w:t>TAP</w:t>
      </w:r>
      <w:bookmarkStart w:id="0" w:name="_GoBack"/>
      <w:bookmarkEnd w:id="0"/>
      <w:r>
        <w:rPr>
          <w:b/>
        </w:rPr>
        <w:t>:</w:t>
      </w: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Default="000C2F4F" w:rsidP="000C2F4F">
      <w:pPr>
        <w:rPr>
          <w:b/>
        </w:rPr>
      </w:pPr>
    </w:p>
    <w:p w:rsidR="000C2F4F" w:rsidRPr="000C2F4F" w:rsidRDefault="000C2F4F" w:rsidP="000C2F4F">
      <w:pPr>
        <w:rPr>
          <w:b/>
        </w:rPr>
      </w:pPr>
    </w:p>
    <w:sectPr w:rsidR="000C2F4F" w:rsidRPr="000C2F4F" w:rsidSect="003D5D7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4F"/>
    <w:rsid w:val="000C2F4F"/>
    <w:rsid w:val="002C5993"/>
    <w:rsid w:val="003D5D74"/>
    <w:rsid w:val="00915139"/>
    <w:rsid w:val="00AC735B"/>
    <w:rsid w:val="00C652BA"/>
    <w:rsid w:val="00D8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96A3F05C</Template>
  <TotalTime>0</TotalTime>
  <Pages>1</Pages>
  <Words>24</Words>
  <Characters>143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Book/Article Summary</vt:lpstr>
    </vt:vector>
  </TitlesOfParts>
  <Company>Rapid City Area Schools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Book/Article Summary</dc:title>
  <dc:creator>roth sus</dc:creator>
  <cp:lastModifiedBy>Arlys Peterson</cp:lastModifiedBy>
  <cp:revision>2</cp:revision>
  <cp:lastPrinted>2006-09-19T19:18:00Z</cp:lastPrinted>
  <dcterms:created xsi:type="dcterms:W3CDTF">2012-11-26T16:01:00Z</dcterms:created>
  <dcterms:modified xsi:type="dcterms:W3CDTF">2012-11-26T16:01:00Z</dcterms:modified>
</cp:coreProperties>
</file>